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669"/>
        <w:gridCol w:w="1258"/>
        <w:gridCol w:w="1469"/>
        <w:gridCol w:w="1602"/>
      </w:tblGrid>
      <w:tr w:rsidR="0015565B" w:rsidRPr="00DF25B3" w:rsidTr="00781BFE">
        <w:trPr>
          <w:trHeight w:val="315"/>
          <w:jc w:val="center"/>
        </w:trPr>
        <w:tc>
          <w:tcPr>
            <w:tcW w:w="5382" w:type="dxa"/>
            <w:gridSpan w:val="2"/>
            <w:shd w:val="clear" w:color="auto" w:fill="auto"/>
            <w:noWrap/>
            <w:vAlign w:val="bottom"/>
          </w:tcPr>
          <w:p w:rsidR="0015565B" w:rsidRPr="00DF25B3" w:rsidRDefault="00633A63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B</w:t>
            </w:r>
          </w:p>
        </w:tc>
        <w:tc>
          <w:tcPr>
            <w:tcW w:w="1258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781BFE">
        <w:trPr>
          <w:trHeight w:val="315"/>
          <w:jc w:val="center"/>
        </w:trPr>
        <w:tc>
          <w:tcPr>
            <w:tcW w:w="5382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633A63" w:rsidP="008D298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ΕΙΔΟΣ: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 w:eastAsia="el-GR"/>
              </w:rPr>
              <w:t>B</w:t>
            </w:r>
            <w:r w:rsidR="00781BFE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4</w:t>
            </w: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- </w:t>
            </w:r>
            <w:r w:rsidR="00781BFE" w:rsidRPr="00781BFE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Ο1.Ε10 </w:t>
            </w:r>
            <w:bookmarkStart w:id="0" w:name="_GoBack"/>
            <w:bookmarkEnd w:id="0"/>
            <w:r w:rsidR="00781BFE" w:rsidRPr="00781BFE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Η/Υ Τύπου 02 (</w:t>
            </w:r>
            <w:r w:rsidR="00781BFE" w:rsidRPr="00781BFE">
              <w:rPr>
                <w:rFonts w:ascii="Calibri" w:eastAsia="Times New Roman" w:hAnsi="Calibri" w:cs="Calibri"/>
                <w:b/>
                <w:bCs/>
                <w:color w:val="000000"/>
                <w:lang w:val="en-GB" w:eastAsia="el-GR"/>
              </w:rPr>
              <w:t>B</w:t>
            </w:r>
            <w:r w:rsidR="00781BFE" w:rsidRPr="00781BFE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ένα τεμάχιο επιτραπέζιος)</w:t>
            </w:r>
          </w:p>
        </w:tc>
        <w:tc>
          <w:tcPr>
            <w:tcW w:w="1258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781BFE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669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258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781BFE" w:rsidRPr="00DF25B3" w:rsidTr="00781BFE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781BFE" w:rsidRPr="00DF25B3" w:rsidRDefault="00781BFE" w:rsidP="00781B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1BFE" w:rsidRDefault="00781BFE" w:rsidP="00781BFE">
            <w:pPr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>ΕΠΙΤΡΑΠΕΖΙΟΣ ΥΠΟΛΟΓΙΣΤΗΣ</w:t>
            </w:r>
          </w:p>
        </w:tc>
        <w:tc>
          <w:tcPr>
            <w:tcW w:w="1258" w:type="dxa"/>
          </w:tcPr>
          <w:p w:rsidR="00781BFE" w:rsidRPr="00DF25B3" w:rsidRDefault="00781BFE" w:rsidP="00781B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781BFE" w:rsidRPr="00DF25B3" w:rsidRDefault="00781BFE" w:rsidP="00781B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781BFE" w:rsidRPr="00DF25B3" w:rsidRDefault="00781BFE" w:rsidP="00781B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781BFE" w:rsidRPr="00DF25B3" w:rsidTr="00781BFE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781BFE" w:rsidRPr="00DF25B3" w:rsidRDefault="00781BFE" w:rsidP="00781B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1BFE" w:rsidRPr="00FE320D" w:rsidRDefault="00781BFE" w:rsidP="00781BFE">
            <w:pPr>
              <w:rPr>
                <w:rFonts w:ascii="Arial" w:hAnsi="Arial" w:cs="Arial"/>
                <w:color w:val="000000"/>
              </w:rPr>
            </w:pPr>
            <w:r w:rsidRPr="00FE320D">
              <w:rPr>
                <w:rFonts w:ascii="Arial" w:hAnsi="Arial" w:cs="Arial"/>
                <w:color w:val="000000"/>
              </w:rPr>
              <w:t xml:space="preserve">Επεξεργαστής </w:t>
            </w:r>
            <w:r>
              <w:rPr>
                <w:rFonts w:ascii="Arial" w:hAnsi="Arial" w:cs="Arial"/>
                <w:color w:val="000000"/>
              </w:rPr>
              <w:t>i</w:t>
            </w:r>
            <w:r w:rsidRPr="00FE320D">
              <w:rPr>
                <w:rFonts w:ascii="Arial" w:hAnsi="Arial" w:cs="Arial"/>
                <w:color w:val="000000"/>
              </w:rPr>
              <w:t>7 14ης γενιάς ή ισοδύναμο ή καλύτερο</w:t>
            </w:r>
          </w:p>
        </w:tc>
        <w:tc>
          <w:tcPr>
            <w:tcW w:w="1258" w:type="dxa"/>
          </w:tcPr>
          <w:p w:rsidR="00781BFE" w:rsidRPr="00DF25B3" w:rsidRDefault="00781BFE" w:rsidP="00781B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781BFE" w:rsidRPr="00DF25B3" w:rsidRDefault="00781BFE" w:rsidP="00781B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781BFE" w:rsidRPr="00DF25B3" w:rsidRDefault="00781BFE" w:rsidP="00781B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781BFE" w:rsidRPr="00DF25B3" w:rsidTr="00781BFE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781BFE" w:rsidRPr="00DF25B3" w:rsidRDefault="00781BFE" w:rsidP="00781B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1BFE" w:rsidRPr="00FE320D" w:rsidRDefault="00781BFE" w:rsidP="00781BFE">
            <w:pPr>
              <w:rPr>
                <w:rFonts w:ascii="Arial" w:hAnsi="Arial" w:cs="Arial"/>
                <w:color w:val="000000"/>
              </w:rPr>
            </w:pPr>
            <w:r w:rsidRPr="00FE320D">
              <w:rPr>
                <w:rFonts w:ascii="Arial" w:hAnsi="Arial" w:cs="Arial"/>
                <w:color w:val="000000"/>
              </w:rPr>
              <w:t xml:space="preserve">Μνήμη </w:t>
            </w:r>
            <w:r>
              <w:rPr>
                <w:rFonts w:ascii="Arial" w:hAnsi="Arial" w:cs="Arial"/>
                <w:color w:val="000000"/>
              </w:rPr>
              <w:t>RAM</w:t>
            </w:r>
            <w:r w:rsidRPr="00FE320D">
              <w:rPr>
                <w:rFonts w:ascii="Arial" w:hAnsi="Arial" w:cs="Arial"/>
                <w:color w:val="000000"/>
              </w:rPr>
              <w:t xml:space="preserve"> &gt;= 16</w:t>
            </w:r>
            <w:r>
              <w:rPr>
                <w:rFonts w:ascii="Arial" w:hAnsi="Arial" w:cs="Arial"/>
                <w:color w:val="000000"/>
              </w:rPr>
              <w:t>GB</w:t>
            </w:r>
            <w:r w:rsidRPr="00FE320D">
              <w:rPr>
                <w:rFonts w:ascii="Arial" w:hAnsi="Arial" w:cs="Arial"/>
                <w:color w:val="000000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DDR</w:t>
            </w:r>
            <w:r w:rsidRPr="00FE320D">
              <w:rPr>
                <w:rFonts w:ascii="Arial" w:hAnsi="Arial" w:cs="Arial"/>
                <w:color w:val="000000"/>
              </w:rPr>
              <w:t>5 &gt;= 5600</w:t>
            </w:r>
            <w:r>
              <w:rPr>
                <w:rFonts w:ascii="Arial" w:hAnsi="Arial" w:cs="Arial"/>
                <w:color w:val="000000"/>
              </w:rPr>
              <w:t>MHz</w:t>
            </w:r>
          </w:p>
        </w:tc>
        <w:tc>
          <w:tcPr>
            <w:tcW w:w="1258" w:type="dxa"/>
          </w:tcPr>
          <w:p w:rsidR="00781BFE" w:rsidRPr="00DF25B3" w:rsidRDefault="00781BFE" w:rsidP="00781B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781BFE" w:rsidRPr="00DF25B3" w:rsidRDefault="00781BFE" w:rsidP="00781B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781BFE" w:rsidRPr="00DF25B3" w:rsidRDefault="00781BFE" w:rsidP="00781B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781BFE" w:rsidRPr="00DF25B3" w:rsidTr="00781BFE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781BFE" w:rsidRPr="00DF25B3" w:rsidRDefault="00781BFE" w:rsidP="00781B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1BFE" w:rsidRDefault="00781BFE" w:rsidP="00781BF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Δίσκος &gt;= 1TB SSD Μ2</w:t>
            </w:r>
          </w:p>
        </w:tc>
        <w:tc>
          <w:tcPr>
            <w:tcW w:w="1258" w:type="dxa"/>
          </w:tcPr>
          <w:p w:rsidR="00781BFE" w:rsidRPr="00DF25B3" w:rsidRDefault="00781BFE" w:rsidP="00781B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781BFE" w:rsidRPr="00DF25B3" w:rsidRDefault="00781BFE" w:rsidP="00781B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781BFE" w:rsidRPr="00DF25B3" w:rsidRDefault="00781BFE" w:rsidP="00781B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781BFE" w:rsidRPr="00DF25B3" w:rsidTr="00781BFE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781BFE" w:rsidRPr="00DF25B3" w:rsidRDefault="00781BFE" w:rsidP="00781B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1BFE" w:rsidRPr="005019CC" w:rsidRDefault="00781BFE" w:rsidP="00781BFE">
            <w:pPr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</w:rPr>
              <w:t>Κάρτα</w:t>
            </w:r>
            <w:r w:rsidRPr="005019CC"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γραφικών</w:t>
            </w:r>
            <w:r w:rsidRPr="005019CC"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με</w:t>
            </w:r>
            <w:r w:rsidRPr="005019CC"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r>
              <w:rPr>
                <w:rFonts w:ascii="Arial" w:hAnsi="Arial" w:cs="Arial"/>
                <w:color w:val="000000"/>
              </w:rPr>
              <w:t>μνήμη</w:t>
            </w:r>
            <w:r w:rsidRPr="005019CC">
              <w:rPr>
                <w:rFonts w:ascii="Arial" w:hAnsi="Arial" w:cs="Arial"/>
                <w:color w:val="000000"/>
                <w:lang w:val="en-US"/>
              </w:rPr>
              <w:t xml:space="preserve"> 8GB GDDR6, 3072 CUDA Cores, Ray Tracing Cores, Tensor Cores</w:t>
            </w:r>
          </w:p>
        </w:tc>
        <w:tc>
          <w:tcPr>
            <w:tcW w:w="1258" w:type="dxa"/>
          </w:tcPr>
          <w:p w:rsidR="00781BFE" w:rsidRPr="00DF25B3" w:rsidRDefault="00781BFE" w:rsidP="00781B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781BFE" w:rsidRPr="00DF25B3" w:rsidRDefault="00781BFE" w:rsidP="00781B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781BFE" w:rsidRPr="00DF25B3" w:rsidRDefault="00781BFE" w:rsidP="00781B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781BFE" w:rsidRPr="00DF25B3" w:rsidTr="00781BFE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781BFE" w:rsidRPr="00DF25B3" w:rsidRDefault="00781BFE" w:rsidP="00781B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6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1BFE" w:rsidRDefault="00781BFE" w:rsidP="00781BF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Δίκτυο </w:t>
            </w:r>
            <w:proofErr w:type="spellStart"/>
            <w:r>
              <w:rPr>
                <w:rFonts w:ascii="Arial" w:hAnsi="Arial" w:cs="Arial"/>
                <w:color w:val="000000"/>
              </w:rPr>
              <w:t>Ethernet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 10/100/1000, </w:t>
            </w:r>
            <w:proofErr w:type="spellStart"/>
            <w:r>
              <w:rPr>
                <w:rFonts w:ascii="Arial" w:hAnsi="Arial" w:cs="Arial"/>
                <w:color w:val="000000"/>
              </w:rPr>
              <w:t>WiFi</w:t>
            </w:r>
            <w:proofErr w:type="spellEnd"/>
            <w:r>
              <w:rPr>
                <w:rFonts w:ascii="Arial" w:hAnsi="Arial" w:cs="Arial"/>
                <w:color w:val="000000"/>
              </w:rPr>
              <w:t xml:space="preserve">, </w:t>
            </w:r>
            <w:proofErr w:type="spellStart"/>
            <w:r>
              <w:rPr>
                <w:rFonts w:ascii="Arial" w:hAnsi="Arial" w:cs="Arial"/>
                <w:color w:val="000000"/>
              </w:rPr>
              <w:t>Bluetooth</w:t>
            </w:r>
            <w:proofErr w:type="spellEnd"/>
          </w:p>
        </w:tc>
        <w:tc>
          <w:tcPr>
            <w:tcW w:w="1258" w:type="dxa"/>
          </w:tcPr>
          <w:p w:rsidR="00781BFE" w:rsidRPr="00DF25B3" w:rsidRDefault="00781BFE" w:rsidP="00781B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781BFE" w:rsidRPr="00DF25B3" w:rsidRDefault="00781BFE" w:rsidP="00781B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781BFE" w:rsidRPr="00DF25B3" w:rsidRDefault="00781BFE" w:rsidP="00781B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781BFE" w:rsidRPr="00EF62A6" w:rsidTr="00781BFE">
        <w:trPr>
          <w:trHeight w:val="85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781BFE" w:rsidRPr="00DF25B3" w:rsidRDefault="00781BFE" w:rsidP="00781B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7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1BFE" w:rsidRDefault="00781BFE" w:rsidP="00781BF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Τροφοδοτικό</w:t>
            </w:r>
          </w:p>
        </w:tc>
        <w:tc>
          <w:tcPr>
            <w:tcW w:w="1258" w:type="dxa"/>
          </w:tcPr>
          <w:p w:rsidR="00781BFE" w:rsidRPr="00EF62A6" w:rsidRDefault="00781BFE" w:rsidP="00781B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781BFE" w:rsidRPr="00EF62A6" w:rsidRDefault="00781BFE" w:rsidP="00781B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781BFE" w:rsidRPr="00EF62A6" w:rsidRDefault="00781BFE" w:rsidP="00781B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</w:tr>
      <w:tr w:rsidR="00781BFE" w:rsidRPr="00DF25B3" w:rsidTr="00781BFE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781BFE" w:rsidRPr="00DF25B3" w:rsidRDefault="00781BFE" w:rsidP="00781B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8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1BFE" w:rsidRDefault="00781BFE" w:rsidP="00781BFE">
            <w:pPr>
              <w:spacing w:after="0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 xml:space="preserve">Λειτουργικό σύστημα Win10/11 </w:t>
            </w:r>
            <w:proofErr w:type="spellStart"/>
            <w:r>
              <w:rPr>
                <w:rFonts w:ascii="Arial" w:hAnsi="Arial" w:cs="Arial"/>
                <w:color w:val="000000"/>
              </w:rPr>
              <w:t>Pro</w:t>
            </w:r>
            <w:proofErr w:type="spellEnd"/>
          </w:p>
        </w:tc>
        <w:tc>
          <w:tcPr>
            <w:tcW w:w="1258" w:type="dxa"/>
          </w:tcPr>
          <w:p w:rsidR="00781BFE" w:rsidRPr="00DF25B3" w:rsidRDefault="00781BFE" w:rsidP="00781B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781BFE" w:rsidRPr="00DF25B3" w:rsidRDefault="00781BFE" w:rsidP="00781B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781BFE" w:rsidRPr="00DF25B3" w:rsidRDefault="00781BFE" w:rsidP="00781B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781BFE" w:rsidRPr="00DF25B3" w:rsidTr="00781BFE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781BFE" w:rsidRPr="00DF25B3" w:rsidRDefault="00781BFE" w:rsidP="00781BF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9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1BFE" w:rsidRDefault="00781BFE" w:rsidP="00781BFE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Εγγύηση &gt;= 2 έτη</w:t>
            </w:r>
          </w:p>
        </w:tc>
        <w:tc>
          <w:tcPr>
            <w:tcW w:w="1258" w:type="dxa"/>
          </w:tcPr>
          <w:p w:rsidR="00781BFE" w:rsidRPr="00DF25B3" w:rsidRDefault="00781BFE" w:rsidP="00781B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781BFE" w:rsidRPr="00DF25B3" w:rsidRDefault="00781BFE" w:rsidP="00781B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781BFE" w:rsidRPr="00DF25B3" w:rsidRDefault="00781BFE" w:rsidP="00781BF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</w:tbl>
    <w:p w:rsidR="00EB2777" w:rsidRDefault="00EB2777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2D3D71"/>
    <w:rsid w:val="00406FB0"/>
    <w:rsid w:val="00633A63"/>
    <w:rsid w:val="00781BFE"/>
    <w:rsid w:val="008D2989"/>
    <w:rsid w:val="00A40B4A"/>
    <w:rsid w:val="00EB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62544927</Template>
  <TotalTime>2</TotalTime>
  <Pages>1</Pages>
  <Words>84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4</cp:revision>
  <dcterms:created xsi:type="dcterms:W3CDTF">2025-09-09T11:41:00Z</dcterms:created>
  <dcterms:modified xsi:type="dcterms:W3CDTF">2025-09-10T08:36:00Z</dcterms:modified>
</cp:coreProperties>
</file>